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6F1" w:rsidRDefault="006C46F1" w:rsidP="006C46F1"/>
    <w:p w:rsidR="006C46F1" w:rsidRPr="000F5722" w:rsidRDefault="000F5722" w:rsidP="006C46F1">
      <w:pPr>
        <w:rPr>
          <w:b/>
          <w:sz w:val="24"/>
        </w:rPr>
      </w:pPr>
      <w:r w:rsidRPr="000F5722">
        <w:rPr>
          <w:b/>
          <w:sz w:val="24"/>
        </w:rPr>
        <w:t>Seznam zakázek obdobného charakteru</w:t>
      </w:r>
      <w:r w:rsidR="00F0315A">
        <w:rPr>
          <w:b/>
          <w:sz w:val="24"/>
        </w:rPr>
        <w:t>, tj. opravy a vysprávky komunikací</w:t>
      </w:r>
      <w:r w:rsidRPr="000F5722">
        <w:rPr>
          <w:b/>
          <w:sz w:val="24"/>
        </w:rPr>
        <w:t xml:space="preserve">: </w:t>
      </w:r>
    </w:p>
    <w:p w:rsidR="000F5722" w:rsidRDefault="000F5722" w:rsidP="006C46F1"/>
    <w:tbl>
      <w:tblPr>
        <w:tblW w:w="14313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4252"/>
        <w:gridCol w:w="3684"/>
        <w:gridCol w:w="1701"/>
        <w:gridCol w:w="1561"/>
        <w:gridCol w:w="1791"/>
      </w:tblGrid>
      <w:tr w:rsidR="00530F6B" w:rsidRPr="00530F6B" w:rsidTr="003E536B">
        <w:trPr>
          <w:tblCellSpacing w:w="20" w:type="dxa"/>
          <w:jc w:val="center"/>
        </w:trPr>
        <w:tc>
          <w:tcPr>
            <w:tcW w:w="1264" w:type="dxa"/>
            <w:shd w:val="clear" w:color="auto" w:fill="D6E3BC" w:themeFill="accent3" w:themeFillTint="66"/>
          </w:tcPr>
          <w:p w:rsidR="00530F6B" w:rsidRDefault="00530F6B" w:rsidP="006C46F1">
            <w:pPr>
              <w:rPr>
                <w:b/>
                <w:szCs w:val="20"/>
              </w:rPr>
            </w:pPr>
          </w:p>
          <w:p w:rsidR="006C46F1" w:rsidRPr="00530F6B" w:rsidRDefault="006C46F1" w:rsidP="006C46F1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Pořadové</w:t>
            </w:r>
          </w:p>
          <w:p w:rsidR="006C46F1" w:rsidRDefault="00530F6B" w:rsidP="006C46F1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č</w:t>
            </w:r>
            <w:r w:rsidR="006C46F1" w:rsidRPr="00530F6B">
              <w:rPr>
                <w:b/>
                <w:szCs w:val="20"/>
              </w:rPr>
              <w:t>íslo</w:t>
            </w:r>
          </w:p>
          <w:p w:rsidR="00530F6B" w:rsidRPr="00530F6B" w:rsidRDefault="00530F6B" w:rsidP="006C46F1">
            <w:pPr>
              <w:rPr>
                <w:b/>
                <w:szCs w:val="20"/>
              </w:rPr>
            </w:pPr>
          </w:p>
        </w:tc>
        <w:tc>
          <w:tcPr>
            <w:tcW w:w="4212" w:type="dxa"/>
            <w:shd w:val="clear" w:color="auto" w:fill="D6E3BC" w:themeFill="accent3" w:themeFillTint="66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Název objednatele, sídlo, IĆ</w:t>
            </w:r>
          </w:p>
        </w:tc>
        <w:tc>
          <w:tcPr>
            <w:tcW w:w="3644" w:type="dxa"/>
            <w:shd w:val="clear" w:color="auto" w:fill="D6E3BC" w:themeFill="accent3" w:themeFillTint="66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DC1B90" w:rsidP="00CD320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Název</w:t>
            </w:r>
            <w:r w:rsidR="006C46F1" w:rsidRPr="00530F6B">
              <w:rPr>
                <w:b/>
                <w:szCs w:val="20"/>
              </w:rPr>
              <w:t xml:space="preserve"> realizované zakázky</w:t>
            </w:r>
          </w:p>
        </w:tc>
        <w:tc>
          <w:tcPr>
            <w:tcW w:w="1661" w:type="dxa"/>
            <w:shd w:val="clear" w:color="auto" w:fill="D6E3BC" w:themeFill="accent3" w:themeFillTint="66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 xml:space="preserve">Termín </w:t>
            </w: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realizace</w:t>
            </w:r>
          </w:p>
        </w:tc>
        <w:tc>
          <w:tcPr>
            <w:tcW w:w="1521" w:type="dxa"/>
            <w:shd w:val="clear" w:color="auto" w:fill="D6E3BC" w:themeFill="accent3" w:themeFillTint="66"/>
          </w:tcPr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Hodnota realizované zakázky bez DPH</w:t>
            </w:r>
          </w:p>
        </w:tc>
        <w:tc>
          <w:tcPr>
            <w:tcW w:w="1731" w:type="dxa"/>
            <w:shd w:val="clear" w:color="auto" w:fill="D6E3BC" w:themeFill="accent3" w:themeFillTint="66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530F6B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Kontaktní osoba/telefon</w:t>
            </w: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</w:tbl>
    <w:p w:rsidR="006C46F1" w:rsidRDefault="006C46F1" w:rsidP="006C46F1"/>
    <w:p w:rsidR="00DC1B90" w:rsidRDefault="00DC1B90" w:rsidP="006C46F1"/>
    <w:p w:rsidR="00DC1B90" w:rsidRDefault="00DC1B90" w:rsidP="00220070">
      <w:pPr>
        <w:jc w:val="both"/>
      </w:pPr>
      <w:r>
        <w:t>Prohlašuji, že všechny údaje uvedené v tomto čestném prohlášení jsou pravdivé, uvedené zakázky byly provedeny řádně a včas v souladu se smlouvou a</w:t>
      </w:r>
      <w:r w:rsidR="00B071F7">
        <w:t> </w:t>
      </w:r>
      <w:r>
        <w:t>požadavky objednatelů.</w:t>
      </w:r>
    </w:p>
    <w:p w:rsidR="00DC1B90" w:rsidRDefault="00DC1B90" w:rsidP="00220070">
      <w:pPr>
        <w:jc w:val="both"/>
      </w:pPr>
    </w:p>
    <w:p w:rsidR="00DC1B90" w:rsidRDefault="00DC1B90" w:rsidP="00220070">
      <w:pPr>
        <w:jc w:val="both"/>
        <w:rPr>
          <w:b/>
        </w:rPr>
      </w:pPr>
      <w:r w:rsidRPr="00DC1B90">
        <w:rPr>
          <w:b/>
        </w:rPr>
        <w:t xml:space="preserve">Zároveň souhlasím, že zadavatel této veřejné zakázky si může </w:t>
      </w:r>
      <w:r>
        <w:rPr>
          <w:b/>
        </w:rPr>
        <w:t xml:space="preserve">uvedené </w:t>
      </w:r>
      <w:r w:rsidR="00823967">
        <w:rPr>
          <w:b/>
        </w:rPr>
        <w:t>reference ověřit u o</w:t>
      </w:r>
      <w:r w:rsidRPr="00DC1B90">
        <w:rPr>
          <w:b/>
        </w:rPr>
        <w:t>bjednatelů stavby, resp. dotázat se na údaje zde neuvedené.</w:t>
      </w:r>
    </w:p>
    <w:p w:rsidR="00DC1B90" w:rsidRDefault="00DC1B90" w:rsidP="006C46F1">
      <w:pPr>
        <w:rPr>
          <w:b/>
        </w:rPr>
      </w:pPr>
    </w:p>
    <w:p w:rsidR="00DC1B90" w:rsidRDefault="00DC1B90" w:rsidP="006C46F1">
      <w:pPr>
        <w:rPr>
          <w:b/>
        </w:rPr>
      </w:pPr>
    </w:p>
    <w:p w:rsidR="000B6779" w:rsidRDefault="000B6779" w:rsidP="006C46F1">
      <w:pPr>
        <w:rPr>
          <w:b/>
        </w:rPr>
      </w:pPr>
    </w:p>
    <w:p w:rsidR="000B6779" w:rsidRDefault="000B6779" w:rsidP="000B6779">
      <w:pPr>
        <w:rPr>
          <w:b/>
        </w:rPr>
      </w:pPr>
    </w:p>
    <w:p w:rsidR="000B6779" w:rsidRDefault="000B6779" w:rsidP="000B6779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004FFC" w:rsidRDefault="000B6779" w:rsidP="00004FF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+ podpis statutárního zástupce </w:t>
      </w:r>
      <w:r w:rsidR="003E536B">
        <w:t>účastníka</w:t>
      </w:r>
    </w:p>
    <w:sectPr w:rsidR="00004FFC" w:rsidSect="006C46F1">
      <w:footerReference w:type="default" r:id="rId7"/>
      <w:headerReference w:type="first" r:id="rId8"/>
      <w:footerReference w:type="first" r:id="rId9"/>
      <w:pgSz w:w="16838" w:h="11906" w:orient="landscape" w:code="9"/>
      <w:pgMar w:top="1021" w:right="1079" w:bottom="1418" w:left="12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E6D" w:rsidRDefault="000D0E6D">
      <w:r>
        <w:separator/>
      </w:r>
    </w:p>
  </w:endnote>
  <w:endnote w:type="continuationSeparator" w:id="0">
    <w:p w:rsidR="000D0E6D" w:rsidRDefault="000D0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2D9" w:rsidRPr="003E536B" w:rsidRDefault="006D52D9" w:rsidP="00745972">
    <w:pPr>
      <w:pStyle w:val="Zpat"/>
      <w:rPr>
        <w:b/>
        <w:color w:val="92D050"/>
        <w:sz w:val="14"/>
        <w:szCs w:val="14"/>
      </w:rPr>
    </w:pPr>
    <w:r w:rsidRPr="003E536B">
      <w:rPr>
        <w:b/>
        <w:color w:val="92D050"/>
        <w:sz w:val="14"/>
        <w:szCs w:val="14"/>
      </w:rPr>
      <w:t>Veřejná zakázka malého rozsahu</w:t>
    </w:r>
  </w:p>
  <w:p w:rsidR="008F21AC" w:rsidRPr="003E536B" w:rsidRDefault="008F21AC" w:rsidP="008F21AC">
    <w:pPr>
      <w:pStyle w:val="Zpat"/>
      <w:rPr>
        <w:b/>
        <w:caps/>
        <w:color w:val="92D050"/>
        <w:sz w:val="14"/>
        <w:szCs w:val="14"/>
      </w:rPr>
    </w:pPr>
    <w:r w:rsidRPr="003E536B">
      <w:rPr>
        <w:b/>
        <w:caps/>
        <w:color w:val="92D050"/>
        <w:sz w:val="14"/>
        <w:szCs w:val="14"/>
      </w:rPr>
      <w:t>Oprava chodníků města Uherský Brod v roce 2017</w:t>
    </w:r>
  </w:p>
  <w:p w:rsidR="006D52D9" w:rsidRPr="00CF04BA" w:rsidRDefault="006D52D9" w:rsidP="008F21AC">
    <w:pPr>
      <w:pStyle w:val="Zpat"/>
      <w:rPr>
        <w:b/>
        <w:caps/>
        <w:color w:val="E36C0A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2D9" w:rsidRPr="003E536B" w:rsidRDefault="006D52D9" w:rsidP="00616971">
    <w:pPr>
      <w:pStyle w:val="Zpat"/>
      <w:rPr>
        <w:b/>
        <w:color w:val="92D050"/>
        <w:sz w:val="14"/>
        <w:szCs w:val="14"/>
      </w:rPr>
    </w:pPr>
    <w:r w:rsidRPr="003E536B">
      <w:rPr>
        <w:b/>
        <w:color w:val="92D050"/>
        <w:sz w:val="14"/>
        <w:szCs w:val="14"/>
      </w:rPr>
      <w:t>Veřejná zakázka malého rozsahu</w:t>
    </w:r>
  </w:p>
  <w:p w:rsidR="006D52D9" w:rsidRPr="003E536B" w:rsidRDefault="00004FFC" w:rsidP="00616971">
    <w:pPr>
      <w:pStyle w:val="Zpat"/>
      <w:rPr>
        <w:b/>
        <w:caps/>
        <w:color w:val="92D050"/>
        <w:sz w:val="14"/>
        <w:szCs w:val="14"/>
      </w:rPr>
    </w:pPr>
    <w:r>
      <w:rPr>
        <w:b/>
        <w:caps/>
        <w:color w:val="92D050"/>
        <w:sz w:val="14"/>
        <w:szCs w:val="14"/>
      </w:rPr>
      <w:t>oprava komunikací</w:t>
    </w:r>
    <w:r w:rsidR="00321B9D">
      <w:rPr>
        <w:b/>
        <w:caps/>
        <w:color w:val="92D050"/>
        <w:sz w:val="14"/>
        <w:szCs w:val="14"/>
      </w:rPr>
      <w:t xml:space="preserve"> města Uherský Brod v letech 202</w:t>
    </w:r>
    <w:r w:rsidR="007B6364">
      <w:rPr>
        <w:b/>
        <w:caps/>
        <w:color w:val="92D050"/>
        <w:sz w:val="14"/>
        <w:szCs w:val="14"/>
      </w:rPr>
      <w:t>6</w:t>
    </w:r>
    <w:r>
      <w:rPr>
        <w:b/>
        <w:caps/>
        <w:color w:val="92D050"/>
        <w:sz w:val="14"/>
        <w:szCs w:val="14"/>
      </w:rPr>
      <w:t xml:space="preserve"> - 20</w:t>
    </w:r>
    <w:r w:rsidR="00321B9D">
      <w:rPr>
        <w:b/>
        <w:caps/>
        <w:color w:val="92D050"/>
        <w:sz w:val="14"/>
        <w:szCs w:val="14"/>
      </w:rPr>
      <w:t>2</w:t>
    </w:r>
    <w:r w:rsidR="007B6364">
      <w:rPr>
        <w:b/>
        <w:caps/>
        <w:color w:val="92D050"/>
        <w:sz w:val="14"/>
        <w:szCs w:val="14"/>
      </w:rPr>
      <w:t>7</w:t>
    </w:r>
  </w:p>
  <w:p w:rsidR="006D52D9" w:rsidRDefault="006D52D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E6D" w:rsidRDefault="000D0E6D">
      <w:r>
        <w:separator/>
      </w:r>
    </w:p>
  </w:footnote>
  <w:footnote w:type="continuationSeparator" w:id="0">
    <w:p w:rsidR="000D0E6D" w:rsidRDefault="000D0E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2D9" w:rsidRPr="003E536B" w:rsidRDefault="006D52D9" w:rsidP="006C46F1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92D050"/>
        <w:sz w:val="28"/>
        <w:szCs w:val="28"/>
      </w:rPr>
    </w:pPr>
    <w:r w:rsidRPr="003E536B">
      <w:rPr>
        <w:b/>
        <w:bCs/>
        <w:color w:val="92D050"/>
        <w:sz w:val="28"/>
        <w:szCs w:val="28"/>
      </w:rPr>
      <w:t>Čestné prohlášení – technick</w:t>
    </w:r>
    <w:r w:rsidR="003E536B" w:rsidRPr="003E536B">
      <w:rPr>
        <w:b/>
        <w:bCs/>
        <w:color w:val="92D050"/>
        <w:sz w:val="28"/>
        <w:szCs w:val="28"/>
      </w:rPr>
      <w:t>á kvalifikace</w:t>
    </w:r>
    <w:r w:rsidR="00256C1E" w:rsidRPr="003E536B">
      <w:rPr>
        <w:b/>
        <w:bCs/>
        <w:color w:val="92D050"/>
        <w:sz w:val="28"/>
        <w:szCs w:val="28"/>
      </w:rPr>
      <w:t xml:space="preserve"> – p</w:t>
    </w:r>
    <w:r w:rsidR="00974378" w:rsidRPr="003E536B">
      <w:rPr>
        <w:b/>
        <w:bCs/>
        <w:color w:val="92D050"/>
        <w:sz w:val="28"/>
        <w:szCs w:val="28"/>
      </w:rPr>
      <w:t xml:space="preserve">říloha č. </w:t>
    </w:r>
    <w:r w:rsidR="0076106D">
      <w:rPr>
        <w:b/>
        <w:bCs/>
        <w:color w:val="92D050"/>
        <w:sz w:val="28"/>
        <w:szCs w:val="28"/>
      </w:rPr>
      <w:t>3</w:t>
    </w:r>
    <w:r w:rsidRPr="003E536B">
      <w:rPr>
        <w:b/>
        <w:bCs/>
        <w:color w:val="92D050"/>
        <w:sz w:val="28"/>
        <w:szCs w:val="28"/>
      </w:rPr>
      <w:t xml:space="preserve"> </w:t>
    </w:r>
  </w:p>
  <w:p w:rsidR="006D52D9" w:rsidRPr="003E536B" w:rsidRDefault="006D52D9" w:rsidP="006C46F1">
    <w:pPr>
      <w:pStyle w:val="Zhlav"/>
      <w:tabs>
        <w:tab w:val="left" w:pos="2580"/>
        <w:tab w:val="left" w:pos="2985"/>
      </w:tabs>
      <w:spacing w:after="120" w:line="276" w:lineRule="auto"/>
      <w:rPr>
        <w:color w:val="92D050"/>
      </w:rPr>
    </w:pPr>
    <w:r w:rsidRPr="003E536B">
      <w:rPr>
        <w:b/>
        <w:caps/>
        <w:color w:val="92D050"/>
        <w:sz w:val="24"/>
      </w:rPr>
      <w:t>Veřejná zakázka: Oprava</w:t>
    </w:r>
    <w:r w:rsidR="00423573" w:rsidRPr="003E536B">
      <w:rPr>
        <w:b/>
        <w:caps/>
        <w:color w:val="92D050"/>
        <w:sz w:val="24"/>
      </w:rPr>
      <w:t xml:space="preserve"> </w:t>
    </w:r>
    <w:r w:rsidR="00004FFC">
      <w:rPr>
        <w:b/>
        <w:caps/>
        <w:color w:val="92D050"/>
        <w:sz w:val="24"/>
      </w:rPr>
      <w:t>komunikací</w:t>
    </w:r>
    <w:r w:rsidR="00321B9D">
      <w:rPr>
        <w:b/>
        <w:caps/>
        <w:color w:val="92D050"/>
        <w:sz w:val="24"/>
      </w:rPr>
      <w:t xml:space="preserve"> </w:t>
    </w:r>
    <w:r w:rsidR="00C2702E">
      <w:rPr>
        <w:b/>
        <w:caps/>
        <w:color w:val="92D050"/>
        <w:sz w:val="24"/>
      </w:rPr>
      <w:t>města uherský brod v letech 202</w:t>
    </w:r>
    <w:r w:rsidR="007A2BC7">
      <w:rPr>
        <w:b/>
        <w:caps/>
        <w:color w:val="92D050"/>
        <w:sz w:val="24"/>
      </w:rPr>
      <w:t>6</w:t>
    </w:r>
    <w:r w:rsidR="00004FFC">
      <w:rPr>
        <w:b/>
        <w:caps/>
        <w:color w:val="92D050"/>
        <w:sz w:val="24"/>
      </w:rPr>
      <w:t xml:space="preserve"> - 20</w:t>
    </w:r>
    <w:r w:rsidR="00D97C20">
      <w:rPr>
        <w:b/>
        <w:caps/>
        <w:color w:val="92D050"/>
        <w:sz w:val="24"/>
      </w:rPr>
      <w:t>2</w:t>
    </w:r>
    <w:r w:rsidR="007A2BC7">
      <w:rPr>
        <w:b/>
        <w:caps/>
        <w:color w:val="92D050"/>
        <w:sz w:val="24"/>
      </w:rPr>
      <w:t>7</w:t>
    </w:r>
  </w:p>
  <w:p w:rsidR="006D52D9" w:rsidRPr="001A5F3D" w:rsidRDefault="006D52D9" w:rsidP="001A5F3D">
    <w:pPr>
      <w:pStyle w:val="Zhlav"/>
      <w:pBdr>
        <w:bottom w:val="single" w:sz="4" w:space="1" w:color="A5A5A5"/>
      </w:pBdr>
      <w:tabs>
        <w:tab w:val="left" w:pos="2580"/>
        <w:tab w:val="left" w:pos="2985"/>
      </w:tabs>
      <w:spacing w:after="120" w:line="276" w:lineRule="auto"/>
      <w:rPr>
        <w:color w:val="7F7F7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AB"/>
    <w:rsid w:val="00004F42"/>
    <w:rsid w:val="00004FFC"/>
    <w:rsid w:val="0001051D"/>
    <w:rsid w:val="0001152E"/>
    <w:rsid w:val="00012046"/>
    <w:rsid w:val="00012F14"/>
    <w:rsid w:val="00014A04"/>
    <w:rsid w:val="00020A0D"/>
    <w:rsid w:val="0002749A"/>
    <w:rsid w:val="0003498B"/>
    <w:rsid w:val="00044CDA"/>
    <w:rsid w:val="00045F2C"/>
    <w:rsid w:val="000466A9"/>
    <w:rsid w:val="00055C30"/>
    <w:rsid w:val="00055C4D"/>
    <w:rsid w:val="00056CED"/>
    <w:rsid w:val="00056F12"/>
    <w:rsid w:val="00060A10"/>
    <w:rsid w:val="0006639B"/>
    <w:rsid w:val="00075B83"/>
    <w:rsid w:val="00084314"/>
    <w:rsid w:val="000924F2"/>
    <w:rsid w:val="000A2AF3"/>
    <w:rsid w:val="000A43F9"/>
    <w:rsid w:val="000A754F"/>
    <w:rsid w:val="000B094D"/>
    <w:rsid w:val="000B1AC4"/>
    <w:rsid w:val="000B3133"/>
    <w:rsid w:val="000B6779"/>
    <w:rsid w:val="000C2E90"/>
    <w:rsid w:val="000C6A1C"/>
    <w:rsid w:val="000D0E6D"/>
    <w:rsid w:val="000D1112"/>
    <w:rsid w:val="000D7033"/>
    <w:rsid w:val="000D7E0A"/>
    <w:rsid w:val="000E4D02"/>
    <w:rsid w:val="000E7543"/>
    <w:rsid w:val="000E7D0C"/>
    <w:rsid w:val="000F04AD"/>
    <w:rsid w:val="000F3264"/>
    <w:rsid w:val="000F5722"/>
    <w:rsid w:val="000F64F0"/>
    <w:rsid w:val="00102600"/>
    <w:rsid w:val="00103E7C"/>
    <w:rsid w:val="00107B06"/>
    <w:rsid w:val="00107CF9"/>
    <w:rsid w:val="0011016B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62DCD"/>
    <w:rsid w:val="0017208E"/>
    <w:rsid w:val="00176171"/>
    <w:rsid w:val="0018069C"/>
    <w:rsid w:val="0018384E"/>
    <w:rsid w:val="001857C4"/>
    <w:rsid w:val="00196E68"/>
    <w:rsid w:val="001A5F3D"/>
    <w:rsid w:val="001B062E"/>
    <w:rsid w:val="001B10F2"/>
    <w:rsid w:val="001B6367"/>
    <w:rsid w:val="001B7035"/>
    <w:rsid w:val="001B7422"/>
    <w:rsid w:val="001C3574"/>
    <w:rsid w:val="001C7227"/>
    <w:rsid w:val="001D6BAB"/>
    <w:rsid w:val="001D73BA"/>
    <w:rsid w:val="001E25F9"/>
    <w:rsid w:val="001E2717"/>
    <w:rsid w:val="001E2871"/>
    <w:rsid w:val="001F4BE7"/>
    <w:rsid w:val="001F5414"/>
    <w:rsid w:val="001F6459"/>
    <w:rsid w:val="001F6528"/>
    <w:rsid w:val="002000F5"/>
    <w:rsid w:val="002029E6"/>
    <w:rsid w:val="002038A9"/>
    <w:rsid w:val="00220070"/>
    <w:rsid w:val="002208BE"/>
    <w:rsid w:val="00220D6B"/>
    <w:rsid w:val="00221266"/>
    <w:rsid w:val="0022307E"/>
    <w:rsid w:val="00223C88"/>
    <w:rsid w:val="0022565F"/>
    <w:rsid w:val="002256F1"/>
    <w:rsid w:val="002319A1"/>
    <w:rsid w:val="00232311"/>
    <w:rsid w:val="00234578"/>
    <w:rsid w:val="00237476"/>
    <w:rsid w:val="00241700"/>
    <w:rsid w:val="00242E57"/>
    <w:rsid w:val="00252035"/>
    <w:rsid w:val="00256C1E"/>
    <w:rsid w:val="00265675"/>
    <w:rsid w:val="00265BBF"/>
    <w:rsid w:val="00266E73"/>
    <w:rsid w:val="00272FDE"/>
    <w:rsid w:val="00273C50"/>
    <w:rsid w:val="00276DEB"/>
    <w:rsid w:val="00287A6B"/>
    <w:rsid w:val="00292B19"/>
    <w:rsid w:val="002969B0"/>
    <w:rsid w:val="002A19FB"/>
    <w:rsid w:val="002A3AA4"/>
    <w:rsid w:val="002A445C"/>
    <w:rsid w:val="002A47C0"/>
    <w:rsid w:val="002A55C8"/>
    <w:rsid w:val="002B2255"/>
    <w:rsid w:val="002B42DB"/>
    <w:rsid w:val="002B5AF7"/>
    <w:rsid w:val="002C4A48"/>
    <w:rsid w:val="002F081A"/>
    <w:rsid w:val="002F4269"/>
    <w:rsid w:val="002F4471"/>
    <w:rsid w:val="002F4893"/>
    <w:rsid w:val="002F6D90"/>
    <w:rsid w:val="002F7695"/>
    <w:rsid w:val="00305C9A"/>
    <w:rsid w:val="00306309"/>
    <w:rsid w:val="003131E0"/>
    <w:rsid w:val="0031345F"/>
    <w:rsid w:val="003135DA"/>
    <w:rsid w:val="003150E9"/>
    <w:rsid w:val="003170D9"/>
    <w:rsid w:val="00317D62"/>
    <w:rsid w:val="00321B9D"/>
    <w:rsid w:val="00322D94"/>
    <w:rsid w:val="003248B8"/>
    <w:rsid w:val="003256B2"/>
    <w:rsid w:val="00332721"/>
    <w:rsid w:val="00334024"/>
    <w:rsid w:val="00334818"/>
    <w:rsid w:val="0033513C"/>
    <w:rsid w:val="00343676"/>
    <w:rsid w:val="003455E7"/>
    <w:rsid w:val="00345676"/>
    <w:rsid w:val="003460DA"/>
    <w:rsid w:val="003467EC"/>
    <w:rsid w:val="003539AA"/>
    <w:rsid w:val="00353D05"/>
    <w:rsid w:val="00356C5C"/>
    <w:rsid w:val="00360AA9"/>
    <w:rsid w:val="00361155"/>
    <w:rsid w:val="00364872"/>
    <w:rsid w:val="00366B90"/>
    <w:rsid w:val="00366BEC"/>
    <w:rsid w:val="00372DAA"/>
    <w:rsid w:val="0037321B"/>
    <w:rsid w:val="00377F55"/>
    <w:rsid w:val="00384A0C"/>
    <w:rsid w:val="003874BB"/>
    <w:rsid w:val="00391E9B"/>
    <w:rsid w:val="00393B4F"/>
    <w:rsid w:val="003A0D3E"/>
    <w:rsid w:val="003A15F6"/>
    <w:rsid w:val="003A4169"/>
    <w:rsid w:val="003A45DC"/>
    <w:rsid w:val="003A5790"/>
    <w:rsid w:val="003A591F"/>
    <w:rsid w:val="003B7AC0"/>
    <w:rsid w:val="003C22A6"/>
    <w:rsid w:val="003C4539"/>
    <w:rsid w:val="003C48B1"/>
    <w:rsid w:val="003D43F2"/>
    <w:rsid w:val="003D63F7"/>
    <w:rsid w:val="003D7010"/>
    <w:rsid w:val="003E536B"/>
    <w:rsid w:val="003E77BD"/>
    <w:rsid w:val="003F00E5"/>
    <w:rsid w:val="003F0394"/>
    <w:rsid w:val="003F137F"/>
    <w:rsid w:val="003F4129"/>
    <w:rsid w:val="0040127B"/>
    <w:rsid w:val="00403658"/>
    <w:rsid w:val="00403ABD"/>
    <w:rsid w:val="00407246"/>
    <w:rsid w:val="004148A3"/>
    <w:rsid w:val="00423573"/>
    <w:rsid w:val="00426D7D"/>
    <w:rsid w:val="00427A55"/>
    <w:rsid w:val="00431684"/>
    <w:rsid w:val="00433982"/>
    <w:rsid w:val="00435ACB"/>
    <w:rsid w:val="0044093E"/>
    <w:rsid w:val="00451F4D"/>
    <w:rsid w:val="004548D9"/>
    <w:rsid w:val="00457411"/>
    <w:rsid w:val="0047080B"/>
    <w:rsid w:val="0047521D"/>
    <w:rsid w:val="00477369"/>
    <w:rsid w:val="00481BB9"/>
    <w:rsid w:val="00483CEC"/>
    <w:rsid w:val="00491775"/>
    <w:rsid w:val="0049477B"/>
    <w:rsid w:val="004A1B34"/>
    <w:rsid w:val="004A1EA9"/>
    <w:rsid w:val="004A41F8"/>
    <w:rsid w:val="004A55DF"/>
    <w:rsid w:val="004A631A"/>
    <w:rsid w:val="004B082C"/>
    <w:rsid w:val="004B0EC4"/>
    <w:rsid w:val="004B1C10"/>
    <w:rsid w:val="004B1CDB"/>
    <w:rsid w:val="004B3F92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50230A"/>
    <w:rsid w:val="005212E5"/>
    <w:rsid w:val="0052199F"/>
    <w:rsid w:val="00522517"/>
    <w:rsid w:val="005226CC"/>
    <w:rsid w:val="0052437E"/>
    <w:rsid w:val="00527FA6"/>
    <w:rsid w:val="00530F6B"/>
    <w:rsid w:val="00533DA1"/>
    <w:rsid w:val="00540558"/>
    <w:rsid w:val="00540ABA"/>
    <w:rsid w:val="0054182A"/>
    <w:rsid w:val="00542E71"/>
    <w:rsid w:val="005438B5"/>
    <w:rsid w:val="005511E5"/>
    <w:rsid w:val="00552320"/>
    <w:rsid w:val="00557E76"/>
    <w:rsid w:val="00562457"/>
    <w:rsid w:val="00572899"/>
    <w:rsid w:val="00581B1F"/>
    <w:rsid w:val="005824F4"/>
    <w:rsid w:val="005877B2"/>
    <w:rsid w:val="00587A29"/>
    <w:rsid w:val="00592F9D"/>
    <w:rsid w:val="00593411"/>
    <w:rsid w:val="005946DF"/>
    <w:rsid w:val="00596D94"/>
    <w:rsid w:val="00597DD2"/>
    <w:rsid w:val="005A1A75"/>
    <w:rsid w:val="005B419C"/>
    <w:rsid w:val="005B615C"/>
    <w:rsid w:val="005C00BE"/>
    <w:rsid w:val="005C1810"/>
    <w:rsid w:val="005C183A"/>
    <w:rsid w:val="005C308B"/>
    <w:rsid w:val="005C6EEE"/>
    <w:rsid w:val="005C76F8"/>
    <w:rsid w:val="005D1068"/>
    <w:rsid w:val="005D4390"/>
    <w:rsid w:val="005D76B4"/>
    <w:rsid w:val="005E4554"/>
    <w:rsid w:val="005E6B6E"/>
    <w:rsid w:val="005F7D0E"/>
    <w:rsid w:val="006009D0"/>
    <w:rsid w:val="006010E9"/>
    <w:rsid w:val="00616971"/>
    <w:rsid w:val="006207DA"/>
    <w:rsid w:val="006228C8"/>
    <w:rsid w:val="0062730E"/>
    <w:rsid w:val="006276D8"/>
    <w:rsid w:val="00632EAF"/>
    <w:rsid w:val="00635D98"/>
    <w:rsid w:val="00642AB0"/>
    <w:rsid w:val="006456C5"/>
    <w:rsid w:val="0064607E"/>
    <w:rsid w:val="00651C84"/>
    <w:rsid w:val="00657447"/>
    <w:rsid w:val="00664E44"/>
    <w:rsid w:val="00671EDD"/>
    <w:rsid w:val="00673FAD"/>
    <w:rsid w:val="00676385"/>
    <w:rsid w:val="00680B5D"/>
    <w:rsid w:val="00683EA3"/>
    <w:rsid w:val="006860B0"/>
    <w:rsid w:val="00686BB9"/>
    <w:rsid w:val="00692F29"/>
    <w:rsid w:val="00694B54"/>
    <w:rsid w:val="006A6D11"/>
    <w:rsid w:val="006B0EC5"/>
    <w:rsid w:val="006C06AD"/>
    <w:rsid w:val="006C11B6"/>
    <w:rsid w:val="006C33ED"/>
    <w:rsid w:val="006C46F1"/>
    <w:rsid w:val="006C75D8"/>
    <w:rsid w:val="006D3FB1"/>
    <w:rsid w:val="006D52A0"/>
    <w:rsid w:val="006D52D9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C1F"/>
    <w:rsid w:val="00723D03"/>
    <w:rsid w:val="007245B9"/>
    <w:rsid w:val="007245DF"/>
    <w:rsid w:val="00731A9E"/>
    <w:rsid w:val="007362EA"/>
    <w:rsid w:val="00736540"/>
    <w:rsid w:val="00745817"/>
    <w:rsid w:val="00745972"/>
    <w:rsid w:val="00751D9B"/>
    <w:rsid w:val="00760FA4"/>
    <w:rsid w:val="0076106D"/>
    <w:rsid w:val="00761533"/>
    <w:rsid w:val="00762994"/>
    <w:rsid w:val="00767FDB"/>
    <w:rsid w:val="00774F70"/>
    <w:rsid w:val="00776FDA"/>
    <w:rsid w:val="007868CF"/>
    <w:rsid w:val="007941FE"/>
    <w:rsid w:val="007971A1"/>
    <w:rsid w:val="007A2BC7"/>
    <w:rsid w:val="007A5F4B"/>
    <w:rsid w:val="007A7EFD"/>
    <w:rsid w:val="007B0B0A"/>
    <w:rsid w:val="007B6364"/>
    <w:rsid w:val="007B64FC"/>
    <w:rsid w:val="007B7177"/>
    <w:rsid w:val="007C087E"/>
    <w:rsid w:val="007D04BA"/>
    <w:rsid w:val="007D4A60"/>
    <w:rsid w:val="007D655D"/>
    <w:rsid w:val="007F017C"/>
    <w:rsid w:val="0080218A"/>
    <w:rsid w:val="00805FAC"/>
    <w:rsid w:val="00807634"/>
    <w:rsid w:val="00810252"/>
    <w:rsid w:val="008104A8"/>
    <w:rsid w:val="00815E98"/>
    <w:rsid w:val="00820407"/>
    <w:rsid w:val="0082396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4BDC"/>
    <w:rsid w:val="008979F0"/>
    <w:rsid w:val="008B002D"/>
    <w:rsid w:val="008B2682"/>
    <w:rsid w:val="008B5DFD"/>
    <w:rsid w:val="008D4AD9"/>
    <w:rsid w:val="008D5219"/>
    <w:rsid w:val="008D78F4"/>
    <w:rsid w:val="008E06C8"/>
    <w:rsid w:val="008E490C"/>
    <w:rsid w:val="008E536C"/>
    <w:rsid w:val="008F07D6"/>
    <w:rsid w:val="008F1714"/>
    <w:rsid w:val="008F21AC"/>
    <w:rsid w:val="008F3BCE"/>
    <w:rsid w:val="008F487C"/>
    <w:rsid w:val="008F6722"/>
    <w:rsid w:val="00907AF8"/>
    <w:rsid w:val="0091141A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5363"/>
    <w:rsid w:val="00957868"/>
    <w:rsid w:val="00963450"/>
    <w:rsid w:val="00965614"/>
    <w:rsid w:val="00967FAF"/>
    <w:rsid w:val="00974378"/>
    <w:rsid w:val="00977676"/>
    <w:rsid w:val="00980C3E"/>
    <w:rsid w:val="009821DD"/>
    <w:rsid w:val="00984526"/>
    <w:rsid w:val="00986475"/>
    <w:rsid w:val="00993141"/>
    <w:rsid w:val="00995BE9"/>
    <w:rsid w:val="00997B9B"/>
    <w:rsid w:val="009A11D5"/>
    <w:rsid w:val="009A2070"/>
    <w:rsid w:val="009A347E"/>
    <w:rsid w:val="009B53E8"/>
    <w:rsid w:val="009C10D9"/>
    <w:rsid w:val="009C155D"/>
    <w:rsid w:val="009C1D8F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E4C"/>
    <w:rsid w:val="00A07809"/>
    <w:rsid w:val="00A15A1E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75531"/>
    <w:rsid w:val="00A767AA"/>
    <w:rsid w:val="00A771DF"/>
    <w:rsid w:val="00A80267"/>
    <w:rsid w:val="00A85C71"/>
    <w:rsid w:val="00A85CCE"/>
    <w:rsid w:val="00A906CD"/>
    <w:rsid w:val="00A9076D"/>
    <w:rsid w:val="00A92DC2"/>
    <w:rsid w:val="00A97166"/>
    <w:rsid w:val="00A9798A"/>
    <w:rsid w:val="00AA156D"/>
    <w:rsid w:val="00AB4BD4"/>
    <w:rsid w:val="00AB66BC"/>
    <w:rsid w:val="00AB6911"/>
    <w:rsid w:val="00AB6AF5"/>
    <w:rsid w:val="00AC06DF"/>
    <w:rsid w:val="00AC0845"/>
    <w:rsid w:val="00AC47EC"/>
    <w:rsid w:val="00AC5E7A"/>
    <w:rsid w:val="00AD3810"/>
    <w:rsid w:val="00AD44B5"/>
    <w:rsid w:val="00AD48C9"/>
    <w:rsid w:val="00AD548C"/>
    <w:rsid w:val="00AD7C10"/>
    <w:rsid w:val="00AD7FD1"/>
    <w:rsid w:val="00AE3F08"/>
    <w:rsid w:val="00AF49E7"/>
    <w:rsid w:val="00B01027"/>
    <w:rsid w:val="00B038D8"/>
    <w:rsid w:val="00B071DF"/>
    <w:rsid w:val="00B071F7"/>
    <w:rsid w:val="00B10745"/>
    <w:rsid w:val="00B112F9"/>
    <w:rsid w:val="00B13C91"/>
    <w:rsid w:val="00B20064"/>
    <w:rsid w:val="00B211AB"/>
    <w:rsid w:val="00B23CD7"/>
    <w:rsid w:val="00B323DC"/>
    <w:rsid w:val="00B36510"/>
    <w:rsid w:val="00B36C18"/>
    <w:rsid w:val="00B37BF2"/>
    <w:rsid w:val="00B43C3A"/>
    <w:rsid w:val="00B43DCF"/>
    <w:rsid w:val="00B45417"/>
    <w:rsid w:val="00B4591C"/>
    <w:rsid w:val="00B46805"/>
    <w:rsid w:val="00B471C5"/>
    <w:rsid w:val="00B51FA8"/>
    <w:rsid w:val="00B557BC"/>
    <w:rsid w:val="00B648B7"/>
    <w:rsid w:val="00B64D46"/>
    <w:rsid w:val="00B671F1"/>
    <w:rsid w:val="00B96744"/>
    <w:rsid w:val="00B9732A"/>
    <w:rsid w:val="00BA6011"/>
    <w:rsid w:val="00BB3C3E"/>
    <w:rsid w:val="00BB68B2"/>
    <w:rsid w:val="00BB7FEA"/>
    <w:rsid w:val="00BC26BB"/>
    <w:rsid w:val="00BC2D37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C22A09"/>
    <w:rsid w:val="00C22D54"/>
    <w:rsid w:val="00C263C8"/>
    <w:rsid w:val="00C2702E"/>
    <w:rsid w:val="00C27EBA"/>
    <w:rsid w:val="00C30396"/>
    <w:rsid w:val="00C34C16"/>
    <w:rsid w:val="00C4267C"/>
    <w:rsid w:val="00C447E9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EEE"/>
    <w:rsid w:val="00C70663"/>
    <w:rsid w:val="00C70CE5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EC9"/>
    <w:rsid w:val="00CB11ED"/>
    <w:rsid w:val="00CB401A"/>
    <w:rsid w:val="00CB582B"/>
    <w:rsid w:val="00CC44BD"/>
    <w:rsid w:val="00CC4B8C"/>
    <w:rsid w:val="00CC5472"/>
    <w:rsid w:val="00CC778D"/>
    <w:rsid w:val="00CD320B"/>
    <w:rsid w:val="00CD6354"/>
    <w:rsid w:val="00CD706E"/>
    <w:rsid w:val="00CE000F"/>
    <w:rsid w:val="00CE05F7"/>
    <w:rsid w:val="00CF0326"/>
    <w:rsid w:val="00CF04BA"/>
    <w:rsid w:val="00CF2FD1"/>
    <w:rsid w:val="00CF375E"/>
    <w:rsid w:val="00CF4091"/>
    <w:rsid w:val="00D05ECD"/>
    <w:rsid w:val="00D06198"/>
    <w:rsid w:val="00D103A2"/>
    <w:rsid w:val="00D15505"/>
    <w:rsid w:val="00D164FE"/>
    <w:rsid w:val="00D22624"/>
    <w:rsid w:val="00D25E99"/>
    <w:rsid w:val="00D30639"/>
    <w:rsid w:val="00D30F07"/>
    <w:rsid w:val="00D30F13"/>
    <w:rsid w:val="00D33AE2"/>
    <w:rsid w:val="00D455B9"/>
    <w:rsid w:val="00D462C9"/>
    <w:rsid w:val="00D475B7"/>
    <w:rsid w:val="00D5274B"/>
    <w:rsid w:val="00D57B00"/>
    <w:rsid w:val="00D65E76"/>
    <w:rsid w:val="00D66A8D"/>
    <w:rsid w:val="00D6725C"/>
    <w:rsid w:val="00D717F7"/>
    <w:rsid w:val="00D75FDF"/>
    <w:rsid w:val="00D82BEB"/>
    <w:rsid w:val="00D97C20"/>
    <w:rsid w:val="00DA0B0E"/>
    <w:rsid w:val="00DA4935"/>
    <w:rsid w:val="00DA57F3"/>
    <w:rsid w:val="00DA5811"/>
    <w:rsid w:val="00DA5E1E"/>
    <w:rsid w:val="00DA736E"/>
    <w:rsid w:val="00DA7909"/>
    <w:rsid w:val="00DB19AC"/>
    <w:rsid w:val="00DB5F94"/>
    <w:rsid w:val="00DB689E"/>
    <w:rsid w:val="00DC1B90"/>
    <w:rsid w:val="00DC6ECD"/>
    <w:rsid w:val="00DD413D"/>
    <w:rsid w:val="00DD60EA"/>
    <w:rsid w:val="00DE4BD8"/>
    <w:rsid w:val="00DE5AA1"/>
    <w:rsid w:val="00DF194C"/>
    <w:rsid w:val="00DF2765"/>
    <w:rsid w:val="00DF3A2E"/>
    <w:rsid w:val="00DF4340"/>
    <w:rsid w:val="00E00157"/>
    <w:rsid w:val="00E00C35"/>
    <w:rsid w:val="00E0251E"/>
    <w:rsid w:val="00E07DE6"/>
    <w:rsid w:val="00E1348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AC4"/>
    <w:rsid w:val="00EB753F"/>
    <w:rsid w:val="00EC00F9"/>
    <w:rsid w:val="00EC05CC"/>
    <w:rsid w:val="00EC0A46"/>
    <w:rsid w:val="00EC33F0"/>
    <w:rsid w:val="00ED461A"/>
    <w:rsid w:val="00ED5F74"/>
    <w:rsid w:val="00ED683B"/>
    <w:rsid w:val="00ED72CA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315A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761D"/>
    <w:rsid w:val="00F32F31"/>
    <w:rsid w:val="00F53270"/>
    <w:rsid w:val="00F53F05"/>
    <w:rsid w:val="00F541CE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6A6E"/>
    <w:rsid w:val="00FA6ED8"/>
    <w:rsid w:val="00FB481B"/>
    <w:rsid w:val="00FB4E0E"/>
    <w:rsid w:val="00FB60D0"/>
    <w:rsid w:val="00FB73AF"/>
    <w:rsid w:val="00FC36A0"/>
    <w:rsid w:val="00FD075F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FE7233D6-5BA0-4DCF-8440-6AF4E558D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670005B7.dotm</Template>
  <TotalTime>9</TotalTime>
  <Pages>1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technické kvalifikační předpoklady – příloha č. 3</vt:lpstr>
    </vt:vector>
  </TitlesOfParts>
  <Company>Město Uherský Brod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technické kvalifikační předpoklady – příloha č. 3</dc:title>
  <dc:subject>Veřejná zakázka: Oprava chodníků města Uherský Brod</dc:subject>
  <dc:creator>Kamil Válek</dc:creator>
  <cp:lastModifiedBy>Hečová Petra, Ing.</cp:lastModifiedBy>
  <cp:revision>13</cp:revision>
  <cp:lastPrinted>2026-02-25T11:40:00Z</cp:lastPrinted>
  <dcterms:created xsi:type="dcterms:W3CDTF">2018-01-12T09:44:00Z</dcterms:created>
  <dcterms:modified xsi:type="dcterms:W3CDTF">2026-02-25T11:40:00Z</dcterms:modified>
</cp:coreProperties>
</file>